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0BE71" w14:textId="77777777" w:rsidR="005E4F0D" w:rsidRPr="003B6C1E" w:rsidRDefault="00C44B9C" w:rsidP="000256A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E6B976" wp14:editId="1E65B77D">
                <wp:simplePos x="0" y="0"/>
                <wp:positionH relativeFrom="page">
                  <wp:posOffset>850900</wp:posOffset>
                </wp:positionH>
                <wp:positionV relativeFrom="page">
                  <wp:posOffset>1247775</wp:posOffset>
                </wp:positionV>
                <wp:extent cx="8350250" cy="4114800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09626" w14:textId="3FAE6225" w:rsidR="00F20BB3" w:rsidRPr="00F20BB3" w:rsidRDefault="00F20BB3" w:rsidP="00D160FB">
                            <w:pPr>
                              <w:pStyle w:val="Ttulo2"/>
                              <w:rPr>
                                <w:rFonts w:ascii="Algerian" w:hAnsi="Algerian"/>
                                <w:color w:val="FF0000"/>
                                <w:sz w:val="96"/>
                                <w:lang w:val="pt-BR"/>
                              </w:rPr>
                            </w:pPr>
                            <w:r w:rsidRPr="00F20BB3">
                              <w:rPr>
                                <w:rFonts w:ascii="Algerian" w:hAnsi="Algerian"/>
                                <w:color w:val="FF0000"/>
                                <w:sz w:val="96"/>
                                <w:lang w:val="pt-BR"/>
                              </w:rPr>
                              <w:t>Certificado</w:t>
                            </w:r>
                          </w:p>
                          <w:p w14:paraId="5FFD00CD" w14:textId="77777777" w:rsidR="00F20BB3" w:rsidRDefault="00F20BB3" w:rsidP="00D160FB">
                            <w:pPr>
                              <w:pStyle w:val="Ttulo2"/>
                              <w:rPr>
                                <w:lang w:val="pt-BR"/>
                              </w:rPr>
                            </w:pPr>
                          </w:p>
                          <w:p w14:paraId="08149FE1" w14:textId="77777777" w:rsidR="00E91CCF" w:rsidRPr="00B92707" w:rsidRDefault="00AC482B" w:rsidP="00E91CCF">
                            <w:pPr>
                              <w:pStyle w:val="Ttulo3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__________________________</w:t>
                            </w:r>
                          </w:p>
                          <w:p w14:paraId="1A462154" w14:textId="77777777" w:rsidR="00F20BB3" w:rsidRDefault="00F20BB3" w:rsidP="00D160FB">
                            <w:pPr>
                              <w:pStyle w:val="Ttulo2"/>
                              <w:rPr>
                                <w:lang w:val="pt-BR"/>
                              </w:rPr>
                            </w:pPr>
                          </w:p>
                          <w:p w14:paraId="0F795BE6" w14:textId="23B8360E" w:rsidR="00F20BB3" w:rsidRPr="00A231D1" w:rsidRDefault="00F20BB3" w:rsidP="00F20BB3">
                            <w:pPr>
                              <w:pStyle w:val="Ttulo2"/>
                              <w:rPr>
                                <w:b/>
                                <w:color w:val="000000"/>
                                <w:lang w:val="pt-BR"/>
                              </w:rPr>
                            </w:pPr>
                            <w:r w:rsidRPr="00A231D1">
                              <w:rPr>
                                <w:b/>
                                <w:color w:val="000000"/>
                                <w:lang w:val="pt-BR"/>
                              </w:rPr>
                              <w:t>da família cristã da</w:t>
                            </w:r>
                          </w:p>
                          <w:p w14:paraId="3DC74BDD" w14:textId="77777777" w:rsidR="00F20BB3" w:rsidRPr="00B92707" w:rsidRDefault="00AC482B" w:rsidP="00F20BB3">
                            <w:pPr>
                              <w:pStyle w:val="Ttulo3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Igreja Adventista de _______________</w:t>
                            </w:r>
                          </w:p>
                          <w:p w14:paraId="21B637CD" w14:textId="77777777" w:rsidR="00F20BB3" w:rsidRDefault="00F20BB3" w:rsidP="00F20BB3">
                            <w:pPr>
                              <w:pStyle w:val="Ttulo2"/>
                              <w:rPr>
                                <w:lang w:val="pt-BR"/>
                              </w:rPr>
                            </w:pPr>
                          </w:p>
                          <w:p w14:paraId="66877722" w14:textId="77777777" w:rsidR="00F20BB3" w:rsidRPr="00A231D1" w:rsidRDefault="00F20BB3" w:rsidP="00F20BB3">
                            <w:pPr>
                              <w:pStyle w:val="Ttulo2"/>
                              <w:rPr>
                                <w:b/>
                                <w:color w:val="000000"/>
                                <w:lang w:val="pt-BR"/>
                              </w:rPr>
                            </w:pPr>
                            <w:r w:rsidRPr="00A231D1">
                              <w:rPr>
                                <w:b/>
                                <w:color w:val="000000"/>
                                <w:lang w:val="pt-BR"/>
                              </w:rPr>
                              <w:t>recebe em reconhecimento de sua fidelidade em</w:t>
                            </w:r>
                          </w:p>
                          <w:p w14:paraId="75F22E03" w14:textId="77777777" w:rsidR="00F20BB3" w:rsidRPr="00B92707" w:rsidRDefault="00F20BB3" w:rsidP="00F20BB3">
                            <w:pPr>
                              <w:pStyle w:val="Ttulo2"/>
                              <w:rPr>
                                <w:lang w:val="pt-BR"/>
                              </w:rPr>
                            </w:pPr>
                          </w:p>
                          <w:p w14:paraId="66DC210C" w14:textId="77777777" w:rsidR="00F20BB3" w:rsidRPr="00B92707" w:rsidRDefault="00AC482B" w:rsidP="00F20BB3">
                            <w:pPr>
                              <w:pStyle w:val="Ttulo3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E6B976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67pt;margin-top:98.25pt;width:657.5pt;height:32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" filled="f" stroked="f">
                <v:textbox>
                  <w:txbxContent>
                    <w:p w14:paraId="21309626" w14:textId="3FAE6225" w:rsidR="00F20BB3" w:rsidRPr="00F20BB3" w:rsidRDefault="00F20BB3" w:rsidP="00D160FB">
                      <w:pPr>
                        <w:pStyle w:val="Ttulo2"/>
                        <w:rPr>
                          <w:rFonts w:ascii="Algerian" w:hAnsi="Algerian"/>
                          <w:color w:val="FF0000"/>
                          <w:sz w:val="96"/>
                          <w:lang w:val="pt-BR"/>
                        </w:rPr>
                      </w:pPr>
                      <w:r w:rsidRPr="00F20BB3">
                        <w:rPr>
                          <w:rFonts w:ascii="Algerian" w:hAnsi="Algerian"/>
                          <w:color w:val="FF0000"/>
                          <w:sz w:val="96"/>
                          <w:lang w:val="pt-BR"/>
                        </w:rPr>
                        <w:t>Certificado</w:t>
                      </w:r>
                    </w:p>
                    <w:p w14:paraId="5FFD00CD" w14:textId="77777777" w:rsidR="00F20BB3" w:rsidRDefault="00F20BB3" w:rsidP="00D160FB">
                      <w:pPr>
                        <w:pStyle w:val="Ttulo2"/>
                        <w:rPr>
                          <w:lang w:val="pt-BR"/>
                        </w:rPr>
                      </w:pPr>
                    </w:p>
                    <w:p w14:paraId="08149FE1" w14:textId="77777777" w:rsidR="00E91CCF" w:rsidRPr="00B92707" w:rsidRDefault="00AC482B" w:rsidP="00E91CCF">
                      <w:pPr>
                        <w:pStyle w:val="Ttulo3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__________________________</w:t>
                      </w:r>
                    </w:p>
                    <w:p w14:paraId="1A462154" w14:textId="77777777" w:rsidR="00F20BB3" w:rsidRDefault="00F20BB3" w:rsidP="00D160FB">
                      <w:pPr>
                        <w:pStyle w:val="Ttulo2"/>
                        <w:rPr>
                          <w:lang w:val="pt-BR"/>
                        </w:rPr>
                      </w:pPr>
                    </w:p>
                    <w:p w14:paraId="0F795BE6" w14:textId="23B8360E" w:rsidR="00F20BB3" w:rsidRPr="00A231D1" w:rsidRDefault="00F20BB3" w:rsidP="00F20BB3">
                      <w:pPr>
                        <w:pStyle w:val="Ttulo2"/>
                        <w:rPr>
                          <w:b/>
                          <w:color w:val="000000"/>
                          <w:lang w:val="pt-BR"/>
                        </w:rPr>
                      </w:pPr>
                      <w:r w:rsidRPr="00A231D1">
                        <w:rPr>
                          <w:b/>
                          <w:color w:val="000000"/>
                          <w:lang w:val="pt-BR"/>
                        </w:rPr>
                        <w:t>da família cristã da</w:t>
                      </w:r>
                    </w:p>
                    <w:p w14:paraId="3DC74BDD" w14:textId="77777777" w:rsidR="00F20BB3" w:rsidRPr="00B92707" w:rsidRDefault="00AC482B" w:rsidP="00F20BB3">
                      <w:pPr>
                        <w:pStyle w:val="Ttulo3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Igreja Adventista de _______________</w:t>
                      </w:r>
                    </w:p>
                    <w:p w14:paraId="21B637CD" w14:textId="77777777" w:rsidR="00F20BB3" w:rsidRDefault="00F20BB3" w:rsidP="00F20BB3">
                      <w:pPr>
                        <w:pStyle w:val="Ttulo2"/>
                        <w:rPr>
                          <w:lang w:val="pt-BR"/>
                        </w:rPr>
                      </w:pPr>
                    </w:p>
                    <w:p w14:paraId="66877722" w14:textId="77777777" w:rsidR="00F20BB3" w:rsidRPr="00A231D1" w:rsidRDefault="00F20BB3" w:rsidP="00F20BB3">
                      <w:pPr>
                        <w:pStyle w:val="Ttulo2"/>
                        <w:rPr>
                          <w:b/>
                          <w:color w:val="000000"/>
                          <w:lang w:val="pt-BR"/>
                        </w:rPr>
                      </w:pPr>
                      <w:r w:rsidRPr="00A231D1">
                        <w:rPr>
                          <w:b/>
                          <w:color w:val="000000"/>
                          <w:lang w:val="pt-BR"/>
                        </w:rPr>
                        <w:t>recebe em reconhecimento de sua fidelidade em</w:t>
                      </w:r>
                    </w:p>
                    <w:p w14:paraId="75F22E03" w14:textId="77777777" w:rsidR="00F20BB3" w:rsidRPr="00B92707" w:rsidRDefault="00F20BB3" w:rsidP="00F20BB3">
                      <w:pPr>
                        <w:pStyle w:val="Ttulo2"/>
                        <w:rPr>
                          <w:lang w:val="pt-BR"/>
                        </w:rPr>
                      </w:pPr>
                    </w:p>
                    <w:p w14:paraId="66DC210C" w14:textId="77777777" w:rsidR="00F20BB3" w:rsidRPr="00B92707" w:rsidRDefault="00AC482B" w:rsidP="00F20BB3">
                      <w:pPr>
                        <w:pStyle w:val="Ttulo3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___________________________________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3D0529" wp14:editId="22FBCC10">
                <wp:simplePos x="0" y="0"/>
                <wp:positionH relativeFrom="page">
                  <wp:posOffset>4982845</wp:posOffset>
                </wp:positionH>
                <wp:positionV relativeFrom="page">
                  <wp:posOffset>5962650</wp:posOffset>
                </wp:positionV>
                <wp:extent cx="4236720" cy="421640"/>
                <wp:effectExtent l="0" t="0" r="0" b="0"/>
                <wp:wrapSquare wrapText="bothSides"/>
                <wp:docPr id="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B7A9" w14:textId="77777777" w:rsidR="00F20BB3" w:rsidRPr="00A231D1" w:rsidRDefault="00F20BB3" w:rsidP="00F20BB3">
                            <w:pPr>
                              <w:pStyle w:val="datesignature"/>
                              <w:rPr>
                                <w:b/>
                                <w:color w:val="000000"/>
                              </w:rPr>
                            </w:pPr>
                            <w:r w:rsidRPr="00A231D1">
                              <w:rPr>
                                <w:b/>
                                <w:color w:val="000000"/>
                              </w:rPr>
                              <w:t>___________________________________________</w:t>
                            </w:r>
                          </w:p>
                          <w:p w14:paraId="690995A6" w14:textId="77777777" w:rsidR="00F20BB3" w:rsidRPr="00A231D1" w:rsidRDefault="00F20BB3" w:rsidP="00F20BB3">
                            <w:pPr>
                              <w:pStyle w:val="datesignature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  <w:r w:rsidRPr="00A231D1">
                              <w:rPr>
                                <w:b/>
                                <w:color w:val="000000"/>
                                <w:szCs w:val="24"/>
                                <w:lang w:val="pt-BR"/>
                              </w:rPr>
                              <w:t>Assinatura da diretora dos Primários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27" type="#_x0000_t202" style="position:absolute;margin-left:392.35pt;margin-top:469.5pt;width:333.6pt;height:33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AutwIAAME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" filled="f" stroked="f">
                <v:textbox style="mso-fit-shape-to-text:t">
                  <w:txbxContent>
                    <w:p w:rsidR="00F20BB3" w:rsidRPr="00A231D1" w:rsidRDefault="00F20BB3" w:rsidP="00F20BB3">
                      <w:pPr>
                        <w:pStyle w:val="datesignature"/>
                        <w:rPr>
                          <w:b/>
                          <w:color w:val="000000"/>
                        </w:rPr>
                      </w:pPr>
                      <w:r w:rsidRPr="00A231D1">
                        <w:rPr>
                          <w:b/>
                          <w:color w:val="000000"/>
                        </w:rPr>
                        <w:t>___________________________________________</w:t>
                      </w:r>
                    </w:p>
                    <w:p w:rsidR="00F20BB3" w:rsidRPr="00A231D1" w:rsidRDefault="00F20BB3" w:rsidP="00F20BB3">
                      <w:pPr>
                        <w:pStyle w:val="datesignature"/>
                        <w:rPr>
                          <w:b/>
                          <w:noProof/>
                          <w:color w:val="000000"/>
                        </w:rPr>
                      </w:pPr>
                      <w:r w:rsidRPr="00A231D1">
                        <w:rPr>
                          <w:b/>
                          <w:color w:val="000000"/>
                          <w:szCs w:val="24"/>
                          <w:lang w:val="pt-BR"/>
                        </w:rPr>
                        <w:t>Assinatura da diretora dos Primários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D0574F" wp14:editId="43B22ED7">
                <wp:simplePos x="0" y="0"/>
                <wp:positionH relativeFrom="page">
                  <wp:posOffset>765175</wp:posOffset>
                </wp:positionH>
                <wp:positionV relativeFrom="page">
                  <wp:posOffset>5965190</wp:posOffset>
                </wp:positionV>
                <wp:extent cx="4236720" cy="586740"/>
                <wp:effectExtent l="0" t="0" r="0" b="0"/>
                <wp:wrapSquare wrapText="bothSides"/>
                <wp:docPr id="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B5B19" w14:textId="77777777" w:rsidR="00BC40EF" w:rsidRPr="00A231D1" w:rsidRDefault="00BC40EF" w:rsidP="00B028D6">
                            <w:pPr>
                              <w:pStyle w:val="datesignature"/>
                              <w:rPr>
                                <w:b/>
                                <w:color w:val="000000"/>
                              </w:rPr>
                            </w:pPr>
                            <w:r w:rsidRPr="00A231D1">
                              <w:rPr>
                                <w:b/>
                                <w:color w:val="000000"/>
                              </w:rPr>
                              <w:t>_____</w:t>
                            </w:r>
                            <w:r w:rsidR="00F113D4" w:rsidRPr="00A231D1">
                              <w:rPr>
                                <w:b/>
                                <w:color w:val="000000"/>
                              </w:rPr>
                              <w:t>__</w:t>
                            </w:r>
                            <w:r w:rsidRPr="00A231D1">
                              <w:rPr>
                                <w:b/>
                                <w:color w:val="000000"/>
                              </w:rPr>
                              <w:t>___</w:t>
                            </w:r>
                            <w:r w:rsidR="00B028D6" w:rsidRPr="00A231D1">
                              <w:rPr>
                                <w:b/>
                                <w:color w:val="000000"/>
                              </w:rPr>
                              <w:t>___________________</w:t>
                            </w:r>
                            <w:r w:rsidRPr="00A231D1">
                              <w:rPr>
                                <w:b/>
                                <w:color w:val="000000"/>
                              </w:rPr>
                              <w:t>___________</w:t>
                            </w:r>
                            <w:r w:rsidR="00F113D4" w:rsidRPr="00A231D1">
                              <w:rPr>
                                <w:b/>
                                <w:color w:val="000000"/>
                              </w:rPr>
                              <w:t>___</w:t>
                            </w:r>
                          </w:p>
                          <w:p w14:paraId="3652B27D" w14:textId="77777777" w:rsidR="00D160FB" w:rsidRPr="00A231D1" w:rsidRDefault="00D160FB" w:rsidP="00D160FB">
                            <w:pPr>
                              <w:pStyle w:val="datesignature"/>
                              <w:rPr>
                                <w:b/>
                                <w:noProof/>
                                <w:color w:val="000000"/>
                                <w:lang w:val="pt-BR"/>
                              </w:rPr>
                            </w:pPr>
                            <w:r w:rsidRPr="00A231D1">
                              <w:rPr>
                                <w:b/>
                                <w:color w:val="000000"/>
                                <w:szCs w:val="24"/>
                                <w:lang w:val="pt-BR"/>
                              </w:rPr>
                              <w:t xml:space="preserve">Assinatura </w:t>
                            </w:r>
                            <w:r w:rsidR="00F20BB3" w:rsidRPr="00A231D1">
                              <w:rPr>
                                <w:b/>
                                <w:color w:val="000000"/>
                                <w:szCs w:val="24"/>
                                <w:lang w:val="pt-BR"/>
                              </w:rPr>
                              <w:t>do pastor</w:t>
                            </w:r>
                          </w:p>
                          <w:p w14:paraId="1D96282C" w14:textId="77777777" w:rsidR="00BC40EF" w:rsidRPr="00A231D1" w:rsidRDefault="00BC40EF" w:rsidP="00D160FB">
                            <w:pPr>
                              <w:pStyle w:val="datesignature"/>
                              <w:rPr>
                                <w:b/>
                                <w:noProof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60.25pt;margin-top:469.7pt;width:333.6pt;height:46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r9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" filled="f" stroked="f">
                <v:textbox style="mso-fit-shape-to-text:t">
                  <w:txbxContent>
                    <w:p w:rsidR="00BC40EF" w:rsidRPr="00A231D1" w:rsidRDefault="00BC40EF" w:rsidP="00B028D6">
                      <w:pPr>
                        <w:pStyle w:val="datesignature"/>
                        <w:rPr>
                          <w:b/>
                          <w:color w:val="000000"/>
                        </w:rPr>
                      </w:pPr>
                      <w:r w:rsidRPr="00A231D1">
                        <w:rPr>
                          <w:b/>
                          <w:color w:val="000000"/>
                        </w:rPr>
                        <w:t>_____</w:t>
                      </w:r>
                      <w:r w:rsidR="00F113D4" w:rsidRPr="00A231D1">
                        <w:rPr>
                          <w:b/>
                          <w:color w:val="000000"/>
                        </w:rPr>
                        <w:t>__</w:t>
                      </w:r>
                      <w:r w:rsidRPr="00A231D1">
                        <w:rPr>
                          <w:b/>
                          <w:color w:val="000000"/>
                        </w:rPr>
                        <w:t>___</w:t>
                      </w:r>
                      <w:r w:rsidR="00B028D6" w:rsidRPr="00A231D1">
                        <w:rPr>
                          <w:b/>
                          <w:color w:val="000000"/>
                        </w:rPr>
                        <w:t>___________________</w:t>
                      </w:r>
                      <w:r w:rsidRPr="00A231D1">
                        <w:rPr>
                          <w:b/>
                          <w:color w:val="000000"/>
                        </w:rPr>
                        <w:t>___________</w:t>
                      </w:r>
                      <w:r w:rsidR="00F113D4" w:rsidRPr="00A231D1">
                        <w:rPr>
                          <w:b/>
                          <w:color w:val="000000"/>
                        </w:rPr>
                        <w:t>___</w:t>
                      </w:r>
                    </w:p>
                    <w:p w:rsidR="00D160FB" w:rsidRPr="00A231D1" w:rsidRDefault="00D160FB" w:rsidP="00D160FB">
                      <w:pPr>
                        <w:pStyle w:val="datesignature"/>
                        <w:rPr>
                          <w:b/>
                          <w:noProof/>
                          <w:color w:val="000000"/>
                          <w:lang w:val="pt-BR"/>
                        </w:rPr>
                      </w:pPr>
                      <w:r w:rsidRPr="00A231D1">
                        <w:rPr>
                          <w:b/>
                          <w:color w:val="000000"/>
                          <w:szCs w:val="24"/>
                          <w:lang w:val="pt-BR"/>
                        </w:rPr>
                        <w:t xml:space="preserve">Assinatura </w:t>
                      </w:r>
                      <w:r w:rsidR="00F20BB3" w:rsidRPr="00A231D1">
                        <w:rPr>
                          <w:b/>
                          <w:color w:val="000000"/>
                          <w:szCs w:val="24"/>
                          <w:lang w:val="pt-BR"/>
                        </w:rPr>
                        <w:t>do pastor</w:t>
                      </w:r>
                    </w:p>
                    <w:p w:rsidR="00BC40EF" w:rsidRPr="00A231D1" w:rsidRDefault="00BC40EF" w:rsidP="00D160FB">
                      <w:pPr>
                        <w:pStyle w:val="datesignature"/>
                        <w:rPr>
                          <w:b/>
                          <w:noProof/>
                          <w:color w:val="00000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BBD057" wp14:editId="3134521A">
                <wp:simplePos x="0" y="0"/>
                <wp:positionH relativeFrom="page">
                  <wp:posOffset>704215</wp:posOffset>
                </wp:positionH>
                <wp:positionV relativeFrom="page">
                  <wp:posOffset>691515</wp:posOffset>
                </wp:positionV>
                <wp:extent cx="8641080" cy="6385560"/>
                <wp:effectExtent l="0" t="0" r="7620" b="0"/>
                <wp:wrapNone/>
                <wp:docPr id="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1080" cy="638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16130" id="Rectangle 60" o:spid="_x0000_s1026" style="position:absolute;margin-left:55.45pt;margin-top:54.45pt;width:680.4pt;height:5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" strokecolor="#63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F3E87A3" wp14:editId="5CE64A09">
                <wp:simplePos x="0" y="0"/>
                <wp:positionH relativeFrom="page">
                  <wp:posOffset>483870</wp:posOffset>
                </wp:positionH>
                <wp:positionV relativeFrom="page">
                  <wp:posOffset>462915</wp:posOffset>
                </wp:positionV>
                <wp:extent cx="9081770" cy="6842760"/>
                <wp:effectExtent l="0" t="0" r="5080" b="0"/>
                <wp:wrapNone/>
                <wp:docPr id="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1770" cy="6842760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  <a:ln w="25400">
                          <a:solidFill>
                            <a:srgbClr val="66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4BC60" id="Rectangle 59" o:spid="_x0000_s1026" style="position:absolute;margin-left:38.1pt;margin-top:36.45pt;width:715.1pt;height:538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" fillcolor="#f96" strokecolor="#630" strokeweight="2pt">
                <w10:wrap anchorx="page" anchory="page"/>
              </v:rect>
            </w:pict>
          </mc:Fallback>
        </mc:AlternateContent>
      </w:r>
    </w:p>
    <w:sectPr w:rsidR="005E4F0D" w:rsidRPr="003B6C1E" w:rsidSect="00965BB6">
      <w:headerReference w:type="even" r:id="rId6"/>
      <w:headerReference w:type="default" r:id="rId7"/>
      <w:footerReference w:type="default" r:id="rId8"/>
      <w:pgSz w:w="15840" w:h="12240" w:orient="landscape" w:code="1"/>
      <w:pgMar w:top="720" w:right="734" w:bottom="720" w:left="720" w:header="720" w:footer="3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0B51C" w14:textId="77777777" w:rsidR="00216A2F" w:rsidRDefault="00216A2F">
      <w:r>
        <w:separator/>
      </w:r>
    </w:p>
  </w:endnote>
  <w:endnote w:type="continuationSeparator" w:id="0">
    <w:p w14:paraId="403AFCDF" w14:textId="77777777" w:rsidR="00216A2F" w:rsidRDefault="0021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8F21" w14:textId="77777777" w:rsidR="005E4F0D" w:rsidRDefault="005E4F0D">
    <w:pPr>
      <w:widowControl w:val="0"/>
      <w:tabs>
        <w:tab w:val="center" w:pos="6480"/>
        <w:tab w:val="right" w:pos="12960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DAE4" w14:textId="77777777" w:rsidR="00216A2F" w:rsidRDefault="00216A2F">
      <w:r>
        <w:separator/>
      </w:r>
    </w:p>
  </w:footnote>
  <w:footnote w:type="continuationSeparator" w:id="0">
    <w:p w14:paraId="20ABC419" w14:textId="77777777" w:rsidR="00216A2F" w:rsidRDefault="00216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8EED" w14:textId="77777777" w:rsidR="005E4F0D" w:rsidRDefault="005E4F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C93A" w14:textId="77777777" w:rsidR="005E4F0D" w:rsidRDefault="005E4F0D">
    <w:pPr>
      <w:widowControl w:val="0"/>
      <w:tabs>
        <w:tab w:val="center" w:pos="6480"/>
        <w:tab w:val="right" w:pos="12960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360"/>
  <w:drawingGridVerticalSpacing w:val="36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B3"/>
    <w:rsid w:val="000256AF"/>
    <w:rsid w:val="000748C7"/>
    <w:rsid w:val="0018089D"/>
    <w:rsid w:val="001D5E70"/>
    <w:rsid w:val="00216A2F"/>
    <w:rsid w:val="00285888"/>
    <w:rsid w:val="002915C2"/>
    <w:rsid w:val="00294BDD"/>
    <w:rsid w:val="002C6D0A"/>
    <w:rsid w:val="002F403B"/>
    <w:rsid w:val="003B6C1E"/>
    <w:rsid w:val="003F6B63"/>
    <w:rsid w:val="0043572A"/>
    <w:rsid w:val="004A3D06"/>
    <w:rsid w:val="004D4790"/>
    <w:rsid w:val="00501BC0"/>
    <w:rsid w:val="00515435"/>
    <w:rsid w:val="0055092E"/>
    <w:rsid w:val="00566861"/>
    <w:rsid w:val="00577128"/>
    <w:rsid w:val="00580463"/>
    <w:rsid w:val="005C3C0C"/>
    <w:rsid w:val="005E4F0D"/>
    <w:rsid w:val="0064219F"/>
    <w:rsid w:val="006718CC"/>
    <w:rsid w:val="006B5A36"/>
    <w:rsid w:val="00812321"/>
    <w:rsid w:val="00913B7E"/>
    <w:rsid w:val="00924C0F"/>
    <w:rsid w:val="00947322"/>
    <w:rsid w:val="00965BB6"/>
    <w:rsid w:val="009C379D"/>
    <w:rsid w:val="009C3CAA"/>
    <w:rsid w:val="00A14829"/>
    <w:rsid w:val="00A231D1"/>
    <w:rsid w:val="00AC482B"/>
    <w:rsid w:val="00B028D6"/>
    <w:rsid w:val="00B75DB8"/>
    <w:rsid w:val="00B92707"/>
    <w:rsid w:val="00BC250D"/>
    <w:rsid w:val="00BC40EF"/>
    <w:rsid w:val="00BD68A4"/>
    <w:rsid w:val="00C44B9C"/>
    <w:rsid w:val="00CF4DF5"/>
    <w:rsid w:val="00D160FB"/>
    <w:rsid w:val="00D43AF0"/>
    <w:rsid w:val="00E10F3F"/>
    <w:rsid w:val="00E4082D"/>
    <w:rsid w:val="00E665CC"/>
    <w:rsid w:val="00E91CCF"/>
    <w:rsid w:val="00F04F76"/>
    <w:rsid w:val="00F113D4"/>
    <w:rsid w:val="00F20BB3"/>
    <w:rsid w:val="00F52391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color="#fc9" strokecolor="#630">
      <v:fill color="#fc9" opacity="10486f"/>
      <v:stroke color="#630" weight="2pt"/>
      <o:colormru v:ext="edit" colors="#360,maroon,#630,#f96"/>
    </o:shapedefaults>
    <o:shapelayout v:ext="edit">
      <o:idmap v:ext="edit" data="1"/>
    </o:shapelayout>
  </w:shapeDefaults>
  <w:decimalSymbol w:val=","/>
  <w:listSeparator w:val=";"/>
  <w14:docId w14:val="49ED944C"/>
  <w15:chartTrackingRefBased/>
  <w15:docId w15:val="{EF6E96BC-AF60-442F-9EF6-77474CF3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  <w:lang w:eastAsia="en-US"/>
    </w:rPr>
  </w:style>
  <w:style w:type="paragraph" w:styleId="Ttulo2">
    <w:name w:val="heading 2"/>
    <w:next w:val="Normal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  <w:lang w:eastAsia="en-US"/>
    </w:rPr>
  </w:style>
  <w:style w:type="paragraph" w:styleId="Ttulo3">
    <w:name w:val="heading 3"/>
    <w:next w:val="Normal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  <w:lang w:eastAsia="en-US"/>
    </w:rPr>
  </w:style>
  <w:style w:type="paragraph" w:styleId="Ttulo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  <w:lang w:eastAsia="en-US"/>
    </w:rPr>
  </w:style>
  <w:style w:type="paragraph" w:styleId="Textodebalo">
    <w:name w:val="Balloon Text"/>
    <w:basedOn w:val="Normal"/>
    <w:semiHidden/>
    <w:rsid w:val="00294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y\AppData\Roaming\Microsoft\Modelos\Certificado%20b&#225;sico%20de%20aluno%20do%20m&#234;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Certificado básico de aluno do mês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6</cp:revision>
  <cp:lastPrinted>2003-10-06T15:08:00Z</cp:lastPrinted>
  <dcterms:created xsi:type="dcterms:W3CDTF">2018-09-01T18:27:00Z</dcterms:created>
  <dcterms:modified xsi:type="dcterms:W3CDTF">2022-09-03T20:35:00Z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TC010183851046</vt:lpwstr>
  </property>
</Properties>
</file>